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432E4">
        <w:rPr>
          <w:rFonts w:ascii="Arial" w:hAnsi="Arial" w:cs="Arial"/>
          <w:b/>
          <w:caps/>
          <w:sz w:val="28"/>
          <w:szCs w:val="28"/>
        </w:rPr>
        <w:t>1</w:t>
      </w:r>
      <w:r w:rsidR="00F43E76">
        <w:rPr>
          <w:rFonts w:ascii="Arial" w:hAnsi="Arial" w:cs="Arial"/>
          <w:b/>
          <w:caps/>
          <w:sz w:val="28"/>
          <w:szCs w:val="28"/>
        </w:rPr>
        <w:t>8</w:t>
      </w:r>
      <w:r w:rsidR="00661C55">
        <w:rPr>
          <w:rFonts w:ascii="Arial" w:hAnsi="Arial" w:cs="Arial"/>
          <w:b/>
          <w:caps/>
          <w:sz w:val="28"/>
          <w:szCs w:val="28"/>
        </w:rPr>
        <w:t>1</w:t>
      </w:r>
      <w:r w:rsidR="002D1FF7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D4847" w:rsidP="0083688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46BF1">
              <w:rPr>
                <w:rFonts w:ascii="Arial" w:hAnsi="Arial" w:cs="Arial"/>
                <w:sz w:val="20"/>
                <w:szCs w:val="20"/>
              </w:rPr>
              <w:t>p</w:t>
            </w:r>
            <w:r w:rsidR="00F43E76">
              <w:rPr>
                <w:rFonts w:ascii="Arial" w:hAnsi="Arial" w:cs="Arial"/>
                <w:sz w:val="20"/>
                <w:szCs w:val="20"/>
              </w:rPr>
              <w:t xml:space="preserve">rovidências </w:t>
            </w:r>
            <w:r w:rsidR="0083688E">
              <w:rPr>
                <w:rFonts w:ascii="Arial" w:hAnsi="Arial" w:cs="Arial"/>
                <w:sz w:val="20"/>
                <w:szCs w:val="20"/>
              </w:rPr>
              <w:t xml:space="preserve">visando </w:t>
            </w:r>
            <w:r w:rsidR="00744168">
              <w:rPr>
                <w:rFonts w:ascii="Arial" w:hAnsi="Arial" w:cs="Arial"/>
                <w:sz w:val="20"/>
                <w:szCs w:val="20"/>
              </w:rPr>
              <w:t xml:space="preserve">à </w:t>
            </w:r>
            <w:r w:rsidR="0083688E">
              <w:rPr>
                <w:rFonts w:ascii="Arial" w:hAnsi="Arial" w:cs="Arial"/>
                <w:sz w:val="20"/>
                <w:szCs w:val="20"/>
              </w:rPr>
              <w:t>colocação de redutor de velocidade na Estrada Municipal do Bairro Chácaras Reunidas Ygarapés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8832D2">
        <w:rPr>
          <w:rFonts w:ascii="Arial" w:hAnsi="Arial" w:cs="Arial"/>
        </w:rPr>
        <w:t xml:space="preserve">visando </w:t>
      </w:r>
      <w:r w:rsidR="00E133B2" w:rsidRPr="00E133B2">
        <w:rPr>
          <w:rFonts w:ascii="Arial" w:hAnsi="Arial" w:cs="Arial"/>
        </w:rPr>
        <w:t>à</w:t>
      </w:r>
      <w:r w:rsidR="008832D2">
        <w:rPr>
          <w:rFonts w:ascii="Arial" w:hAnsi="Arial" w:cs="Arial"/>
        </w:rPr>
        <w:t xml:space="preserve"> </w:t>
      </w:r>
      <w:r w:rsidR="004F0F15" w:rsidRPr="004F0F15">
        <w:rPr>
          <w:rFonts w:ascii="Arial" w:hAnsi="Arial" w:cs="Arial"/>
        </w:rPr>
        <w:t>colocação de redutor de velocidade na Estrada Municipal do Bairro Chácaras Reunidas Ygarapés</w:t>
      </w:r>
      <w:r w:rsidR="00BF184D">
        <w:rPr>
          <w:rFonts w:ascii="Arial" w:hAnsi="Arial" w:cs="Arial"/>
        </w:rPr>
        <w:t>.</w:t>
      </w:r>
    </w:p>
    <w:p w:rsidR="005C3468" w:rsidRDefault="005C3468" w:rsidP="009A690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 acordo com relatos dos munícipes, os motoristas trafegam em alta velocidade pela referida estrada.</w:t>
      </w:r>
    </w:p>
    <w:p w:rsidR="00041705" w:rsidRDefault="00041705" w:rsidP="009A690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</w:t>
      </w:r>
      <w:r w:rsidR="00FF2705">
        <w:rPr>
          <w:rFonts w:ascii="Arial" w:hAnsi="Arial" w:cs="Arial"/>
          <w:color w:val="000000"/>
        </w:rPr>
        <w:t xml:space="preserve">oto </w:t>
      </w:r>
      <w:r>
        <w:rPr>
          <w:rFonts w:ascii="Arial" w:hAnsi="Arial" w:cs="Arial"/>
          <w:color w:val="000000"/>
        </w:rPr>
        <w:t xml:space="preserve">em </w:t>
      </w:r>
      <w:r w:rsidR="00FF2705">
        <w:rPr>
          <w:rFonts w:ascii="Arial" w:hAnsi="Arial" w:cs="Arial"/>
          <w:color w:val="000000"/>
        </w:rPr>
        <w:t>anex</w:t>
      </w:r>
      <w:r>
        <w:rPr>
          <w:rFonts w:ascii="Arial" w:hAnsi="Arial" w:cs="Arial"/>
          <w:color w:val="000000"/>
        </w:rPr>
        <w:t>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B77785" w:rsidRDefault="00B77785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63683">
        <w:rPr>
          <w:rFonts w:ascii="Arial" w:hAnsi="Arial" w:cs="Arial"/>
        </w:rPr>
        <w:t>15</w:t>
      </w:r>
      <w:r w:rsidR="00494C8D">
        <w:rPr>
          <w:rFonts w:ascii="Arial" w:hAnsi="Arial" w:cs="Arial"/>
        </w:rPr>
        <w:t xml:space="preserve"> de </w:t>
      </w:r>
      <w:r w:rsidR="002735C9">
        <w:rPr>
          <w:rFonts w:ascii="Arial" w:hAnsi="Arial" w:cs="Arial"/>
        </w:rPr>
        <w:t>agosto</w:t>
      </w:r>
      <w:r w:rsidR="00A857ED">
        <w:rPr>
          <w:rFonts w:ascii="Arial" w:hAnsi="Arial" w:cs="Arial"/>
        </w:rPr>
        <w:t xml:space="preserve">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230BD5" w:rsidRDefault="006D5C63" w:rsidP="0057625A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p w:rsidR="00584C61" w:rsidRDefault="00584C6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84C61" w:rsidRDefault="00584C61" w:rsidP="0057625A">
      <w:pPr>
        <w:jc w:val="center"/>
        <w:rPr>
          <w:rFonts w:ascii="Arial" w:hAnsi="Arial" w:cs="Arial"/>
          <w:sz w:val="26"/>
          <w:szCs w:val="26"/>
        </w:rPr>
      </w:pPr>
    </w:p>
    <w:p w:rsidR="00584C61" w:rsidRPr="00EE6E88" w:rsidRDefault="007A68A3" w:rsidP="0057625A">
      <w:pPr>
        <w:jc w:val="center"/>
        <w:rPr>
          <w:rFonts w:ascii="Arial" w:hAnsi="Arial" w:cs="Arial"/>
          <w:sz w:val="26"/>
          <w:szCs w:val="26"/>
        </w:rPr>
      </w:pPr>
      <w:bookmarkStart w:id="0" w:name="_GoBack"/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50A1E06A">
            <wp:extent cx="5402580" cy="4053840"/>
            <wp:effectExtent l="0" t="0" r="7620" b="381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5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584C61" w:rsidRPr="00EE6E8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CAD" w:rsidRDefault="00312CAD">
      <w:r>
        <w:separator/>
      </w:r>
    </w:p>
  </w:endnote>
  <w:endnote w:type="continuationSeparator" w:id="0">
    <w:p w:rsidR="00312CAD" w:rsidRDefault="00312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CAD" w:rsidRDefault="00312CAD">
      <w:r>
        <w:separator/>
      </w:r>
    </w:p>
  </w:footnote>
  <w:footnote w:type="continuationSeparator" w:id="0">
    <w:p w:rsidR="00312CAD" w:rsidRDefault="00312C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636CA">
      <w:rPr>
        <w:rFonts w:ascii="Arial" w:hAnsi="Arial" w:cs="Arial"/>
        <w:b/>
        <w:sz w:val="20"/>
        <w:szCs w:val="20"/>
        <w:u w:val="single"/>
      </w:rPr>
      <w:t>1</w:t>
    </w:r>
    <w:r w:rsidR="00584C61">
      <w:rPr>
        <w:rFonts w:ascii="Arial" w:hAnsi="Arial" w:cs="Arial"/>
        <w:b/>
        <w:sz w:val="20"/>
        <w:szCs w:val="20"/>
        <w:u w:val="single"/>
      </w:rPr>
      <w:t>8</w:t>
    </w:r>
    <w:r w:rsidR="005147DF">
      <w:rPr>
        <w:rFonts w:ascii="Arial" w:hAnsi="Arial" w:cs="Arial"/>
        <w:b/>
        <w:sz w:val="20"/>
        <w:szCs w:val="20"/>
        <w:u w:val="single"/>
      </w:rPr>
      <w:t>1</w:t>
    </w:r>
    <w:r w:rsidR="007A68A3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F1A0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A68A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A68A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7FC5"/>
    <w:rsid w:val="0001183C"/>
    <w:rsid w:val="00012789"/>
    <w:rsid w:val="00014E18"/>
    <w:rsid w:val="000153E4"/>
    <w:rsid w:val="00015863"/>
    <w:rsid w:val="000170E8"/>
    <w:rsid w:val="000224F9"/>
    <w:rsid w:val="00024416"/>
    <w:rsid w:val="00024FD3"/>
    <w:rsid w:val="00027E63"/>
    <w:rsid w:val="00030B1A"/>
    <w:rsid w:val="00034A23"/>
    <w:rsid w:val="00041705"/>
    <w:rsid w:val="00041B15"/>
    <w:rsid w:val="000454E1"/>
    <w:rsid w:val="00050DC2"/>
    <w:rsid w:val="00053101"/>
    <w:rsid w:val="00054331"/>
    <w:rsid w:val="00056288"/>
    <w:rsid w:val="00060670"/>
    <w:rsid w:val="00074E9F"/>
    <w:rsid w:val="0008586B"/>
    <w:rsid w:val="00094490"/>
    <w:rsid w:val="000958D5"/>
    <w:rsid w:val="0009681F"/>
    <w:rsid w:val="00097CAE"/>
    <w:rsid w:val="000A27CC"/>
    <w:rsid w:val="000A4820"/>
    <w:rsid w:val="000A507B"/>
    <w:rsid w:val="000A6384"/>
    <w:rsid w:val="000A6C04"/>
    <w:rsid w:val="000A733D"/>
    <w:rsid w:val="000B0689"/>
    <w:rsid w:val="000B1BA7"/>
    <w:rsid w:val="000B5695"/>
    <w:rsid w:val="000C1C68"/>
    <w:rsid w:val="000D270C"/>
    <w:rsid w:val="000D452E"/>
    <w:rsid w:val="000D5390"/>
    <w:rsid w:val="000E20CD"/>
    <w:rsid w:val="000E3723"/>
    <w:rsid w:val="000E4A8A"/>
    <w:rsid w:val="000F0ADF"/>
    <w:rsid w:val="000F4B8D"/>
    <w:rsid w:val="000F6251"/>
    <w:rsid w:val="000F6276"/>
    <w:rsid w:val="001003F0"/>
    <w:rsid w:val="0010233F"/>
    <w:rsid w:val="00114549"/>
    <w:rsid w:val="00117261"/>
    <w:rsid w:val="00127797"/>
    <w:rsid w:val="00130B2C"/>
    <w:rsid w:val="0013193C"/>
    <w:rsid w:val="00133297"/>
    <w:rsid w:val="001427AE"/>
    <w:rsid w:val="001432EC"/>
    <w:rsid w:val="001437B1"/>
    <w:rsid w:val="00143821"/>
    <w:rsid w:val="0014591F"/>
    <w:rsid w:val="00146D60"/>
    <w:rsid w:val="00150EE2"/>
    <w:rsid w:val="00151D97"/>
    <w:rsid w:val="001624DB"/>
    <w:rsid w:val="00172E81"/>
    <w:rsid w:val="00180ECA"/>
    <w:rsid w:val="0018135A"/>
    <w:rsid w:val="00181A4C"/>
    <w:rsid w:val="00181CD2"/>
    <w:rsid w:val="00187493"/>
    <w:rsid w:val="0018761F"/>
    <w:rsid w:val="00187DA6"/>
    <w:rsid w:val="001926AF"/>
    <w:rsid w:val="00193AD0"/>
    <w:rsid w:val="001940A3"/>
    <w:rsid w:val="001964EB"/>
    <w:rsid w:val="001A03A4"/>
    <w:rsid w:val="001A09F2"/>
    <w:rsid w:val="001B0773"/>
    <w:rsid w:val="001B5EED"/>
    <w:rsid w:val="001E2E0F"/>
    <w:rsid w:val="001F0F1A"/>
    <w:rsid w:val="001F13C3"/>
    <w:rsid w:val="001F4FF1"/>
    <w:rsid w:val="001F6372"/>
    <w:rsid w:val="001F6CD4"/>
    <w:rsid w:val="00200BE2"/>
    <w:rsid w:val="0020470C"/>
    <w:rsid w:val="002049C5"/>
    <w:rsid w:val="00204ED7"/>
    <w:rsid w:val="00206C83"/>
    <w:rsid w:val="00211D9B"/>
    <w:rsid w:val="0021304B"/>
    <w:rsid w:val="00230859"/>
    <w:rsid w:val="00230BD5"/>
    <w:rsid w:val="0024086E"/>
    <w:rsid w:val="00244057"/>
    <w:rsid w:val="00246BF1"/>
    <w:rsid w:val="00246C12"/>
    <w:rsid w:val="00253C82"/>
    <w:rsid w:val="00254635"/>
    <w:rsid w:val="00256155"/>
    <w:rsid w:val="002636CA"/>
    <w:rsid w:val="002735C9"/>
    <w:rsid w:val="00273A11"/>
    <w:rsid w:val="00290BF0"/>
    <w:rsid w:val="0029304A"/>
    <w:rsid w:val="00295E04"/>
    <w:rsid w:val="002963FF"/>
    <w:rsid w:val="002A19B3"/>
    <w:rsid w:val="002A2749"/>
    <w:rsid w:val="002A38BD"/>
    <w:rsid w:val="002A3B51"/>
    <w:rsid w:val="002A7434"/>
    <w:rsid w:val="002B14B3"/>
    <w:rsid w:val="002B4721"/>
    <w:rsid w:val="002B5B16"/>
    <w:rsid w:val="002B62B7"/>
    <w:rsid w:val="002B6534"/>
    <w:rsid w:val="002C4B2B"/>
    <w:rsid w:val="002C5C70"/>
    <w:rsid w:val="002D1FF7"/>
    <w:rsid w:val="002D242A"/>
    <w:rsid w:val="002D3D9E"/>
    <w:rsid w:val="002D4DDB"/>
    <w:rsid w:val="002D7897"/>
    <w:rsid w:val="002E000C"/>
    <w:rsid w:val="002E0111"/>
    <w:rsid w:val="002E3CB0"/>
    <w:rsid w:val="002E5CAE"/>
    <w:rsid w:val="002F02DB"/>
    <w:rsid w:val="002F5ED2"/>
    <w:rsid w:val="0030168E"/>
    <w:rsid w:val="00305E2B"/>
    <w:rsid w:val="0030701B"/>
    <w:rsid w:val="00311F37"/>
    <w:rsid w:val="00312CAD"/>
    <w:rsid w:val="00316353"/>
    <w:rsid w:val="00317C1A"/>
    <w:rsid w:val="00323F0F"/>
    <w:rsid w:val="00324F78"/>
    <w:rsid w:val="003402C3"/>
    <w:rsid w:val="00341FB1"/>
    <w:rsid w:val="00343838"/>
    <w:rsid w:val="00347D5E"/>
    <w:rsid w:val="00360EE5"/>
    <w:rsid w:val="00367633"/>
    <w:rsid w:val="00371175"/>
    <w:rsid w:val="00373E78"/>
    <w:rsid w:val="00381797"/>
    <w:rsid w:val="003819AE"/>
    <w:rsid w:val="003848C4"/>
    <w:rsid w:val="003909E2"/>
    <w:rsid w:val="0039105B"/>
    <w:rsid w:val="003975B9"/>
    <w:rsid w:val="00397E6D"/>
    <w:rsid w:val="00397FF3"/>
    <w:rsid w:val="003A2100"/>
    <w:rsid w:val="003A3D2A"/>
    <w:rsid w:val="003A77BE"/>
    <w:rsid w:val="003C7381"/>
    <w:rsid w:val="003E188F"/>
    <w:rsid w:val="003E1F90"/>
    <w:rsid w:val="003F22EB"/>
    <w:rsid w:val="003F73C7"/>
    <w:rsid w:val="00404068"/>
    <w:rsid w:val="00405721"/>
    <w:rsid w:val="004077E5"/>
    <w:rsid w:val="00412795"/>
    <w:rsid w:val="00412C74"/>
    <w:rsid w:val="0041692F"/>
    <w:rsid w:val="00417251"/>
    <w:rsid w:val="004206B6"/>
    <w:rsid w:val="004211D2"/>
    <w:rsid w:val="00421CFF"/>
    <w:rsid w:val="004231C7"/>
    <w:rsid w:val="00426A89"/>
    <w:rsid w:val="00431857"/>
    <w:rsid w:val="0043444A"/>
    <w:rsid w:val="004354DC"/>
    <w:rsid w:val="0043564F"/>
    <w:rsid w:val="00435AF0"/>
    <w:rsid w:val="00441272"/>
    <w:rsid w:val="0044186E"/>
    <w:rsid w:val="0044748D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A7550"/>
    <w:rsid w:val="004B2D9E"/>
    <w:rsid w:val="004B7B3C"/>
    <w:rsid w:val="004C26A2"/>
    <w:rsid w:val="004C271D"/>
    <w:rsid w:val="004C2C30"/>
    <w:rsid w:val="004C6C78"/>
    <w:rsid w:val="004C7F0B"/>
    <w:rsid w:val="004E06ED"/>
    <w:rsid w:val="004E35B5"/>
    <w:rsid w:val="004E4304"/>
    <w:rsid w:val="004E46DA"/>
    <w:rsid w:val="004E4E76"/>
    <w:rsid w:val="004E5387"/>
    <w:rsid w:val="004F0F15"/>
    <w:rsid w:val="004F2F9E"/>
    <w:rsid w:val="004F39E9"/>
    <w:rsid w:val="004F655E"/>
    <w:rsid w:val="004F690D"/>
    <w:rsid w:val="004F6A11"/>
    <w:rsid w:val="004F7501"/>
    <w:rsid w:val="00505357"/>
    <w:rsid w:val="0050538E"/>
    <w:rsid w:val="00505FD8"/>
    <w:rsid w:val="00507BE5"/>
    <w:rsid w:val="00511759"/>
    <w:rsid w:val="005147DF"/>
    <w:rsid w:val="0051772A"/>
    <w:rsid w:val="00521BD1"/>
    <w:rsid w:val="0052218B"/>
    <w:rsid w:val="005221BA"/>
    <w:rsid w:val="00524669"/>
    <w:rsid w:val="00524CD3"/>
    <w:rsid w:val="00530C9E"/>
    <w:rsid w:val="00533862"/>
    <w:rsid w:val="00550BE0"/>
    <w:rsid w:val="00551C41"/>
    <w:rsid w:val="00553D5A"/>
    <w:rsid w:val="00555A91"/>
    <w:rsid w:val="00563A8A"/>
    <w:rsid w:val="00564368"/>
    <w:rsid w:val="00565B6C"/>
    <w:rsid w:val="005666A4"/>
    <w:rsid w:val="00567E88"/>
    <w:rsid w:val="0057625A"/>
    <w:rsid w:val="00577BF6"/>
    <w:rsid w:val="0058109A"/>
    <w:rsid w:val="00584189"/>
    <w:rsid w:val="00584C61"/>
    <w:rsid w:val="00585A91"/>
    <w:rsid w:val="005868AE"/>
    <w:rsid w:val="00592DEF"/>
    <w:rsid w:val="00597DBB"/>
    <w:rsid w:val="005A01D0"/>
    <w:rsid w:val="005A03FA"/>
    <w:rsid w:val="005A2BDA"/>
    <w:rsid w:val="005B29B0"/>
    <w:rsid w:val="005B3D21"/>
    <w:rsid w:val="005C1359"/>
    <w:rsid w:val="005C1382"/>
    <w:rsid w:val="005C17EE"/>
    <w:rsid w:val="005C3468"/>
    <w:rsid w:val="005C3938"/>
    <w:rsid w:val="005C4166"/>
    <w:rsid w:val="005C5099"/>
    <w:rsid w:val="005D301F"/>
    <w:rsid w:val="005D524C"/>
    <w:rsid w:val="005D5B76"/>
    <w:rsid w:val="005D702D"/>
    <w:rsid w:val="005E06BA"/>
    <w:rsid w:val="005E138D"/>
    <w:rsid w:val="005E1D66"/>
    <w:rsid w:val="005E3B4B"/>
    <w:rsid w:val="005F09E5"/>
    <w:rsid w:val="005F43AC"/>
    <w:rsid w:val="005F7B38"/>
    <w:rsid w:val="00600214"/>
    <w:rsid w:val="006019BD"/>
    <w:rsid w:val="00602564"/>
    <w:rsid w:val="006050FC"/>
    <w:rsid w:val="00611C3A"/>
    <w:rsid w:val="00623477"/>
    <w:rsid w:val="00624472"/>
    <w:rsid w:val="00633D84"/>
    <w:rsid w:val="006361D8"/>
    <w:rsid w:val="006403E6"/>
    <w:rsid w:val="006426AE"/>
    <w:rsid w:val="006526FC"/>
    <w:rsid w:val="006538B7"/>
    <w:rsid w:val="0065745D"/>
    <w:rsid w:val="00661A7C"/>
    <w:rsid w:val="00661C55"/>
    <w:rsid w:val="00662571"/>
    <w:rsid w:val="00663683"/>
    <w:rsid w:val="006645F4"/>
    <w:rsid w:val="00665D5F"/>
    <w:rsid w:val="00670001"/>
    <w:rsid w:val="0067073E"/>
    <w:rsid w:val="00674F7D"/>
    <w:rsid w:val="0067535A"/>
    <w:rsid w:val="00681021"/>
    <w:rsid w:val="00682E6E"/>
    <w:rsid w:val="0068407A"/>
    <w:rsid w:val="006919BE"/>
    <w:rsid w:val="00691CF5"/>
    <w:rsid w:val="0069312F"/>
    <w:rsid w:val="00693699"/>
    <w:rsid w:val="006963BD"/>
    <w:rsid w:val="006A370D"/>
    <w:rsid w:val="006A737B"/>
    <w:rsid w:val="006B0B8E"/>
    <w:rsid w:val="006B57BD"/>
    <w:rsid w:val="006C59BC"/>
    <w:rsid w:val="006D5C63"/>
    <w:rsid w:val="006D6F7D"/>
    <w:rsid w:val="006D7F58"/>
    <w:rsid w:val="006E42FE"/>
    <w:rsid w:val="006E5B31"/>
    <w:rsid w:val="006E7E66"/>
    <w:rsid w:val="006F1847"/>
    <w:rsid w:val="006F27BF"/>
    <w:rsid w:val="006F31FC"/>
    <w:rsid w:val="006F34DC"/>
    <w:rsid w:val="006F4E64"/>
    <w:rsid w:val="006F6204"/>
    <w:rsid w:val="006F7B0A"/>
    <w:rsid w:val="0070287E"/>
    <w:rsid w:val="00715F74"/>
    <w:rsid w:val="00722517"/>
    <w:rsid w:val="00722641"/>
    <w:rsid w:val="00722B81"/>
    <w:rsid w:val="00722D15"/>
    <w:rsid w:val="007258F8"/>
    <w:rsid w:val="00725E66"/>
    <w:rsid w:val="00727CDB"/>
    <w:rsid w:val="007303A8"/>
    <w:rsid w:val="007319FD"/>
    <w:rsid w:val="00732D2A"/>
    <w:rsid w:val="0073407F"/>
    <w:rsid w:val="007400ED"/>
    <w:rsid w:val="007407B3"/>
    <w:rsid w:val="00741970"/>
    <w:rsid w:val="00744168"/>
    <w:rsid w:val="00747457"/>
    <w:rsid w:val="007522BF"/>
    <w:rsid w:val="007565B3"/>
    <w:rsid w:val="00760B3E"/>
    <w:rsid w:val="00760FE9"/>
    <w:rsid w:val="007611DD"/>
    <w:rsid w:val="0076170F"/>
    <w:rsid w:val="00771286"/>
    <w:rsid w:val="00775A1B"/>
    <w:rsid w:val="0077666E"/>
    <w:rsid w:val="0078318E"/>
    <w:rsid w:val="007838DC"/>
    <w:rsid w:val="00790911"/>
    <w:rsid w:val="00795A52"/>
    <w:rsid w:val="00796785"/>
    <w:rsid w:val="007A0C65"/>
    <w:rsid w:val="007A2EB7"/>
    <w:rsid w:val="007A48C5"/>
    <w:rsid w:val="007A68A3"/>
    <w:rsid w:val="007A6EAF"/>
    <w:rsid w:val="007B1F9E"/>
    <w:rsid w:val="007B7104"/>
    <w:rsid w:val="007C1F0A"/>
    <w:rsid w:val="007C3FB4"/>
    <w:rsid w:val="007C4943"/>
    <w:rsid w:val="007D1C31"/>
    <w:rsid w:val="007D39FD"/>
    <w:rsid w:val="007D4190"/>
    <w:rsid w:val="007D6602"/>
    <w:rsid w:val="007E3F69"/>
    <w:rsid w:val="007E5014"/>
    <w:rsid w:val="007F0989"/>
    <w:rsid w:val="007F496D"/>
    <w:rsid w:val="007F75CA"/>
    <w:rsid w:val="0080197E"/>
    <w:rsid w:val="00807302"/>
    <w:rsid w:val="00813335"/>
    <w:rsid w:val="00814EF4"/>
    <w:rsid w:val="00817F1E"/>
    <w:rsid w:val="00820C13"/>
    <w:rsid w:val="008318CB"/>
    <w:rsid w:val="00833538"/>
    <w:rsid w:val="008337C8"/>
    <w:rsid w:val="00833E7C"/>
    <w:rsid w:val="0083688E"/>
    <w:rsid w:val="00842BD4"/>
    <w:rsid w:val="008474F2"/>
    <w:rsid w:val="00857BE9"/>
    <w:rsid w:val="00866FAD"/>
    <w:rsid w:val="00870972"/>
    <w:rsid w:val="00872172"/>
    <w:rsid w:val="00872B8C"/>
    <w:rsid w:val="00877E50"/>
    <w:rsid w:val="00881101"/>
    <w:rsid w:val="008832D2"/>
    <w:rsid w:val="00885E99"/>
    <w:rsid w:val="0089053C"/>
    <w:rsid w:val="008909A4"/>
    <w:rsid w:val="00892DA0"/>
    <w:rsid w:val="00893CFF"/>
    <w:rsid w:val="00893D34"/>
    <w:rsid w:val="00896185"/>
    <w:rsid w:val="00896C16"/>
    <w:rsid w:val="008A0EB2"/>
    <w:rsid w:val="008A1D8C"/>
    <w:rsid w:val="008A320A"/>
    <w:rsid w:val="008A3D05"/>
    <w:rsid w:val="008A4B86"/>
    <w:rsid w:val="008A7BB9"/>
    <w:rsid w:val="008A7EDF"/>
    <w:rsid w:val="008B3A40"/>
    <w:rsid w:val="008B560C"/>
    <w:rsid w:val="008C33AB"/>
    <w:rsid w:val="008C3537"/>
    <w:rsid w:val="008C6E67"/>
    <w:rsid w:val="008D1831"/>
    <w:rsid w:val="008D204E"/>
    <w:rsid w:val="008D59F5"/>
    <w:rsid w:val="008E6C99"/>
    <w:rsid w:val="008F243C"/>
    <w:rsid w:val="00900690"/>
    <w:rsid w:val="009007C3"/>
    <w:rsid w:val="00913D61"/>
    <w:rsid w:val="0092009B"/>
    <w:rsid w:val="00922964"/>
    <w:rsid w:val="00926931"/>
    <w:rsid w:val="00930255"/>
    <w:rsid w:val="00951025"/>
    <w:rsid w:val="0095554D"/>
    <w:rsid w:val="009577EB"/>
    <w:rsid w:val="00957B6D"/>
    <w:rsid w:val="00960518"/>
    <w:rsid w:val="00963501"/>
    <w:rsid w:val="00970E95"/>
    <w:rsid w:val="00974E41"/>
    <w:rsid w:val="009768E6"/>
    <w:rsid w:val="00976920"/>
    <w:rsid w:val="0098135C"/>
    <w:rsid w:val="00982E77"/>
    <w:rsid w:val="009928ED"/>
    <w:rsid w:val="00994EF0"/>
    <w:rsid w:val="009A2ABD"/>
    <w:rsid w:val="009A5328"/>
    <w:rsid w:val="009A5774"/>
    <w:rsid w:val="009A690D"/>
    <w:rsid w:val="009A6B45"/>
    <w:rsid w:val="009B207E"/>
    <w:rsid w:val="009B32F8"/>
    <w:rsid w:val="009B621C"/>
    <w:rsid w:val="009C67EB"/>
    <w:rsid w:val="009D0F6E"/>
    <w:rsid w:val="009D50D4"/>
    <w:rsid w:val="009D512F"/>
    <w:rsid w:val="009D59DD"/>
    <w:rsid w:val="009E1F05"/>
    <w:rsid w:val="009E31A0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349F1"/>
    <w:rsid w:val="00A432E4"/>
    <w:rsid w:val="00A46B01"/>
    <w:rsid w:val="00A54496"/>
    <w:rsid w:val="00A565A3"/>
    <w:rsid w:val="00A575F4"/>
    <w:rsid w:val="00A61B3F"/>
    <w:rsid w:val="00A63D81"/>
    <w:rsid w:val="00A75CC2"/>
    <w:rsid w:val="00A82304"/>
    <w:rsid w:val="00A83AE6"/>
    <w:rsid w:val="00A857ED"/>
    <w:rsid w:val="00A909C3"/>
    <w:rsid w:val="00A92740"/>
    <w:rsid w:val="00A92CB9"/>
    <w:rsid w:val="00A95105"/>
    <w:rsid w:val="00AA0BD5"/>
    <w:rsid w:val="00AA5EB3"/>
    <w:rsid w:val="00AB06C0"/>
    <w:rsid w:val="00AB7B5B"/>
    <w:rsid w:val="00AC1E89"/>
    <w:rsid w:val="00AC24F9"/>
    <w:rsid w:val="00AC712C"/>
    <w:rsid w:val="00AD2824"/>
    <w:rsid w:val="00AD61E3"/>
    <w:rsid w:val="00AD6B47"/>
    <w:rsid w:val="00AD7125"/>
    <w:rsid w:val="00AE09FF"/>
    <w:rsid w:val="00B06AA0"/>
    <w:rsid w:val="00B10E9F"/>
    <w:rsid w:val="00B114B8"/>
    <w:rsid w:val="00B115AB"/>
    <w:rsid w:val="00B1511B"/>
    <w:rsid w:val="00B21D39"/>
    <w:rsid w:val="00B37A3D"/>
    <w:rsid w:val="00B43B70"/>
    <w:rsid w:val="00B4723C"/>
    <w:rsid w:val="00B54A15"/>
    <w:rsid w:val="00B56F06"/>
    <w:rsid w:val="00B57E0F"/>
    <w:rsid w:val="00B61B39"/>
    <w:rsid w:val="00B65CAA"/>
    <w:rsid w:val="00B70DDF"/>
    <w:rsid w:val="00B74271"/>
    <w:rsid w:val="00B74BBA"/>
    <w:rsid w:val="00B75CEF"/>
    <w:rsid w:val="00B77785"/>
    <w:rsid w:val="00B81FF8"/>
    <w:rsid w:val="00B82F17"/>
    <w:rsid w:val="00B83577"/>
    <w:rsid w:val="00B91398"/>
    <w:rsid w:val="00BA0179"/>
    <w:rsid w:val="00BA0EDC"/>
    <w:rsid w:val="00BA1565"/>
    <w:rsid w:val="00BA15B3"/>
    <w:rsid w:val="00BA2AC7"/>
    <w:rsid w:val="00BA48B4"/>
    <w:rsid w:val="00BA49EE"/>
    <w:rsid w:val="00BB3146"/>
    <w:rsid w:val="00BB3F3E"/>
    <w:rsid w:val="00BB4E6F"/>
    <w:rsid w:val="00BB56B0"/>
    <w:rsid w:val="00BC1E95"/>
    <w:rsid w:val="00BC44DF"/>
    <w:rsid w:val="00BC69DD"/>
    <w:rsid w:val="00BD02D7"/>
    <w:rsid w:val="00BD1F36"/>
    <w:rsid w:val="00BD2684"/>
    <w:rsid w:val="00BD2D14"/>
    <w:rsid w:val="00BD3C47"/>
    <w:rsid w:val="00BD544D"/>
    <w:rsid w:val="00BD5641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4343"/>
    <w:rsid w:val="00C0491E"/>
    <w:rsid w:val="00C06926"/>
    <w:rsid w:val="00C06BEA"/>
    <w:rsid w:val="00C17E44"/>
    <w:rsid w:val="00C2303C"/>
    <w:rsid w:val="00C23E9F"/>
    <w:rsid w:val="00C249E9"/>
    <w:rsid w:val="00C25D1F"/>
    <w:rsid w:val="00C27E06"/>
    <w:rsid w:val="00C30767"/>
    <w:rsid w:val="00C327B4"/>
    <w:rsid w:val="00C32EF2"/>
    <w:rsid w:val="00C3330F"/>
    <w:rsid w:val="00C351A5"/>
    <w:rsid w:val="00C36E68"/>
    <w:rsid w:val="00C42806"/>
    <w:rsid w:val="00C44D39"/>
    <w:rsid w:val="00C45509"/>
    <w:rsid w:val="00C549EA"/>
    <w:rsid w:val="00C54B39"/>
    <w:rsid w:val="00C61892"/>
    <w:rsid w:val="00C7301F"/>
    <w:rsid w:val="00C74485"/>
    <w:rsid w:val="00C76263"/>
    <w:rsid w:val="00C77CBC"/>
    <w:rsid w:val="00C84E98"/>
    <w:rsid w:val="00C8560B"/>
    <w:rsid w:val="00C92EAA"/>
    <w:rsid w:val="00C9387F"/>
    <w:rsid w:val="00CA3542"/>
    <w:rsid w:val="00CA4AE6"/>
    <w:rsid w:val="00CA712D"/>
    <w:rsid w:val="00CA759E"/>
    <w:rsid w:val="00CB0035"/>
    <w:rsid w:val="00CB2BAB"/>
    <w:rsid w:val="00CC0F1F"/>
    <w:rsid w:val="00CC396B"/>
    <w:rsid w:val="00CC7EA9"/>
    <w:rsid w:val="00CD1ED5"/>
    <w:rsid w:val="00CD3D1A"/>
    <w:rsid w:val="00CE1737"/>
    <w:rsid w:val="00CE2744"/>
    <w:rsid w:val="00CE5C75"/>
    <w:rsid w:val="00CE622D"/>
    <w:rsid w:val="00CF1A0A"/>
    <w:rsid w:val="00CF31DE"/>
    <w:rsid w:val="00CF7A9B"/>
    <w:rsid w:val="00D1418C"/>
    <w:rsid w:val="00D1463B"/>
    <w:rsid w:val="00D14EB1"/>
    <w:rsid w:val="00D15488"/>
    <w:rsid w:val="00D15B2F"/>
    <w:rsid w:val="00D16CA1"/>
    <w:rsid w:val="00D2072E"/>
    <w:rsid w:val="00D233C7"/>
    <w:rsid w:val="00D26C0A"/>
    <w:rsid w:val="00D40845"/>
    <w:rsid w:val="00D507D5"/>
    <w:rsid w:val="00D52768"/>
    <w:rsid w:val="00D5430F"/>
    <w:rsid w:val="00D564F1"/>
    <w:rsid w:val="00D66C70"/>
    <w:rsid w:val="00D67AD8"/>
    <w:rsid w:val="00D70A9D"/>
    <w:rsid w:val="00D71B47"/>
    <w:rsid w:val="00D81F37"/>
    <w:rsid w:val="00D8365B"/>
    <w:rsid w:val="00D84E66"/>
    <w:rsid w:val="00D85F2D"/>
    <w:rsid w:val="00D864F8"/>
    <w:rsid w:val="00D868E5"/>
    <w:rsid w:val="00D86EF9"/>
    <w:rsid w:val="00D871E7"/>
    <w:rsid w:val="00D872DD"/>
    <w:rsid w:val="00D92312"/>
    <w:rsid w:val="00D9740F"/>
    <w:rsid w:val="00D978D5"/>
    <w:rsid w:val="00DA28AD"/>
    <w:rsid w:val="00DA6A3E"/>
    <w:rsid w:val="00DB15AB"/>
    <w:rsid w:val="00DB23E5"/>
    <w:rsid w:val="00DB42F9"/>
    <w:rsid w:val="00DB48F6"/>
    <w:rsid w:val="00DC0F03"/>
    <w:rsid w:val="00DC357D"/>
    <w:rsid w:val="00DC3679"/>
    <w:rsid w:val="00DD00A8"/>
    <w:rsid w:val="00DD0629"/>
    <w:rsid w:val="00DD0BB5"/>
    <w:rsid w:val="00DD1A73"/>
    <w:rsid w:val="00DD25C6"/>
    <w:rsid w:val="00DD3DA8"/>
    <w:rsid w:val="00DD4847"/>
    <w:rsid w:val="00DD6F25"/>
    <w:rsid w:val="00DD795D"/>
    <w:rsid w:val="00DE50DD"/>
    <w:rsid w:val="00DF7E14"/>
    <w:rsid w:val="00E021AB"/>
    <w:rsid w:val="00E0249F"/>
    <w:rsid w:val="00E07978"/>
    <w:rsid w:val="00E11F92"/>
    <w:rsid w:val="00E12ECD"/>
    <w:rsid w:val="00E133B2"/>
    <w:rsid w:val="00E14F37"/>
    <w:rsid w:val="00E22E24"/>
    <w:rsid w:val="00E27686"/>
    <w:rsid w:val="00E27B99"/>
    <w:rsid w:val="00E3022D"/>
    <w:rsid w:val="00E34C5E"/>
    <w:rsid w:val="00E42973"/>
    <w:rsid w:val="00E43B52"/>
    <w:rsid w:val="00E45AB3"/>
    <w:rsid w:val="00E45E6C"/>
    <w:rsid w:val="00E4764B"/>
    <w:rsid w:val="00E47F94"/>
    <w:rsid w:val="00E51448"/>
    <w:rsid w:val="00E54141"/>
    <w:rsid w:val="00E5421C"/>
    <w:rsid w:val="00E60D4A"/>
    <w:rsid w:val="00E63DA7"/>
    <w:rsid w:val="00E66CFD"/>
    <w:rsid w:val="00E71CAF"/>
    <w:rsid w:val="00E721EC"/>
    <w:rsid w:val="00E8182A"/>
    <w:rsid w:val="00E83230"/>
    <w:rsid w:val="00E83C2E"/>
    <w:rsid w:val="00E86C30"/>
    <w:rsid w:val="00E90791"/>
    <w:rsid w:val="00E90C30"/>
    <w:rsid w:val="00E915C0"/>
    <w:rsid w:val="00EA0201"/>
    <w:rsid w:val="00EA2F63"/>
    <w:rsid w:val="00EA35E8"/>
    <w:rsid w:val="00EA4793"/>
    <w:rsid w:val="00EA75AA"/>
    <w:rsid w:val="00EB04D6"/>
    <w:rsid w:val="00EC2550"/>
    <w:rsid w:val="00EC4CB0"/>
    <w:rsid w:val="00ED2065"/>
    <w:rsid w:val="00EE6E88"/>
    <w:rsid w:val="00EE7D7E"/>
    <w:rsid w:val="00EE7E24"/>
    <w:rsid w:val="00EF137C"/>
    <w:rsid w:val="00EF25D7"/>
    <w:rsid w:val="00EF3448"/>
    <w:rsid w:val="00EF3BB0"/>
    <w:rsid w:val="00EF79AC"/>
    <w:rsid w:val="00F1692A"/>
    <w:rsid w:val="00F21328"/>
    <w:rsid w:val="00F23461"/>
    <w:rsid w:val="00F27895"/>
    <w:rsid w:val="00F3216A"/>
    <w:rsid w:val="00F420E5"/>
    <w:rsid w:val="00F43E76"/>
    <w:rsid w:val="00F5150F"/>
    <w:rsid w:val="00F527F0"/>
    <w:rsid w:val="00F53D5E"/>
    <w:rsid w:val="00F60D16"/>
    <w:rsid w:val="00F65C85"/>
    <w:rsid w:val="00F65E1B"/>
    <w:rsid w:val="00F66D6C"/>
    <w:rsid w:val="00F67E53"/>
    <w:rsid w:val="00F728FD"/>
    <w:rsid w:val="00F730E7"/>
    <w:rsid w:val="00F73DA3"/>
    <w:rsid w:val="00F7692B"/>
    <w:rsid w:val="00F77DB2"/>
    <w:rsid w:val="00F77E6D"/>
    <w:rsid w:val="00F80308"/>
    <w:rsid w:val="00F85877"/>
    <w:rsid w:val="00F86911"/>
    <w:rsid w:val="00F91BFF"/>
    <w:rsid w:val="00F930FB"/>
    <w:rsid w:val="00FA3CFC"/>
    <w:rsid w:val="00FB00FA"/>
    <w:rsid w:val="00FB02BF"/>
    <w:rsid w:val="00FB0828"/>
    <w:rsid w:val="00FB3109"/>
    <w:rsid w:val="00FB6A6C"/>
    <w:rsid w:val="00FC1C13"/>
    <w:rsid w:val="00FC2756"/>
    <w:rsid w:val="00FC7499"/>
    <w:rsid w:val="00FD29B9"/>
    <w:rsid w:val="00FD7913"/>
    <w:rsid w:val="00FE17D5"/>
    <w:rsid w:val="00FE28F8"/>
    <w:rsid w:val="00FE3B6B"/>
    <w:rsid w:val="00FE47E0"/>
    <w:rsid w:val="00FE6ADC"/>
    <w:rsid w:val="00FF2705"/>
    <w:rsid w:val="00FF31E4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4A1BE-764F-4513-8038-7F1DE9FD7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2</Pages>
  <Words>108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2017-07-24T14:27:00Z</cp:lastPrinted>
  <dcterms:created xsi:type="dcterms:W3CDTF">2018-08-13T19:28:00Z</dcterms:created>
  <dcterms:modified xsi:type="dcterms:W3CDTF">2018-08-13T19:30:00Z</dcterms:modified>
</cp:coreProperties>
</file>